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E7CD7" w14:textId="77777777" w:rsidR="00DC3AEF" w:rsidRDefault="00DC3AEF" w:rsidP="00DC3AE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7982657" w14:textId="77777777" w:rsidR="00DC3AEF" w:rsidRDefault="00DC3AEF" w:rsidP="00DC3AE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03901B" w14:textId="77777777" w:rsidR="00DC3AEF" w:rsidRDefault="00DC3AE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ABC0DA4" w14:textId="77777777" w:rsidR="00DC3AEF" w:rsidRDefault="00DC3AE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B63F809" w14:textId="77777777" w:rsidR="0085747A" w:rsidRPr="00017BF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SYLABUS</w:t>
      </w:r>
    </w:p>
    <w:p w14:paraId="752F5898" w14:textId="77777777" w:rsidR="0085747A" w:rsidRPr="00017BFC" w:rsidRDefault="0071620A" w:rsidP="00395AF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7BFC">
        <w:rPr>
          <w:rFonts w:ascii="Corbel" w:hAnsi="Corbel"/>
          <w:b/>
          <w:smallCaps/>
          <w:sz w:val="24"/>
          <w:szCs w:val="24"/>
        </w:rPr>
        <w:t xml:space="preserve"> </w:t>
      </w:r>
      <w:r w:rsidR="00395AF9">
        <w:rPr>
          <w:rFonts w:ascii="Corbel" w:hAnsi="Corbel"/>
          <w:b/>
          <w:smallCaps/>
          <w:sz w:val="24"/>
          <w:szCs w:val="24"/>
        </w:rPr>
        <w:t>2024-2029</w:t>
      </w:r>
    </w:p>
    <w:p w14:paraId="3466ABA4" w14:textId="77777777" w:rsidR="00445970" w:rsidRPr="00017BFC" w:rsidRDefault="00445970" w:rsidP="0048508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Rok akademicki  </w:t>
      </w:r>
      <w:r w:rsidR="00066E2B" w:rsidRPr="00A0635F">
        <w:rPr>
          <w:rFonts w:ascii="Corbel" w:hAnsi="Corbel"/>
          <w:b/>
          <w:bCs/>
          <w:sz w:val="24"/>
          <w:szCs w:val="24"/>
        </w:rPr>
        <w:t>202</w:t>
      </w:r>
      <w:r w:rsidR="00395AF9">
        <w:rPr>
          <w:rFonts w:ascii="Corbel" w:hAnsi="Corbel"/>
          <w:b/>
          <w:bCs/>
          <w:sz w:val="24"/>
          <w:szCs w:val="24"/>
        </w:rPr>
        <w:t>4</w:t>
      </w:r>
      <w:r w:rsidR="00066E2B" w:rsidRPr="00A0635F">
        <w:rPr>
          <w:rFonts w:ascii="Corbel" w:hAnsi="Corbel"/>
          <w:b/>
          <w:bCs/>
          <w:sz w:val="24"/>
          <w:szCs w:val="24"/>
        </w:rPr>
        <w:t>/202</w:t>
      </w:r>
      <w:r w:rsidR="00395AF9">
        <w:rPr>
          <w:rFonts w:ascii="Corbel" w:hAnsi="Corbel"/>
          <w:b/>
          <w:bCs/>
          <w:sz w:val="24"/>
          <w:szCs w:val="24"/>
        </w:rPr>
        <w:t>5</w:t>
      </w:r>
    </w:p>
    <w:p w14:paraId="61D3861F" w14:textId="77777777" w:rsidR="0085747A" w:rsidRPr="00017B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CD4169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7BFC">
        <w:rPr>
          <w:rFonts w:ascii="Corbel" w:hAnsi="Corbel"/>
          <w:szCs w:val="24"/>
        </w:rPr>
        <w:t xml:space="preserve">1. </w:t>
      </w:r>
      <w:r w:rsidR="0085747A" w:rsidRPr="00017BFC">
        <w:rPr>
          <w:rFonts w:ascii="Corbel" w:hAnsi="Corbel"/>
          <w:szCs w:val="24"/>
        </w:rPr>
        <w:t xml:space="preserve">Podstawowe </w:t>
      </w:r>
      <w:r w:rsidR="00445970" w:rsidRPr="00017BF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7BFC" w14:paraId="39A2540F" w14:textId="77777777" w:rsidTr="00B819C8">
        <w:tc>
          <w:tcPr>
            <w:tcW w:w="2694" w:type="dxa"/>
            <w:vAlign w:val="center"/>
          </w:tcPr>
          <w:p w14:paraId="7F530D11" w14:textId="77777777"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2940A9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technologie informacyjno-komunikacyjne</w:t>
            </w:r>
          </w:p>
        </w:tc>
      </w:tr>
      <w:tr w:rsidR="0085747A" w:rsidRPr="00017BFC" w14:paraId="5FFAF9A4" w14:textId="77777777" w:rsidTr="00B819C8">
        <w:tc>
          <w:tcPr>
            <w:tcW w:w="2694" w:type="dxa"/>
            <w:vAlign w:val="center"/>
          </w:tcPr>
          <w:p w14:paraId="237F93ED" w14:textId="77777777"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5AA1B8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17BFC" w14:paraId="4A603F35" w14:textId="77777777" w:rsidTr="00B819C8">
        <w:tc>
          <w:tcPr>
            <w:tcW w:w="2694" w:type="dxa"/>
            <w:vAlign w:val="center"/>
          </w:tcPr>
          <w:p w14:paraId="3A47F4B3" w14:textId="77777777" w:rsidR="0085747A" w:rsidRPr="00017BFC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17BF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354FC" w14:textId="77777777" w:rsidR="0085747A" w:rsidRPr="00017BFC" w:rsidRDefault="007A265C" w:rsidP="00066E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17BFC" w14:paraId="1BA75521" w14:textId="77777777" w:rsidTr="00B819C8">
        <w:tc>
          <w:tcPr>
            <w:tcW w:w="2694" w:type="dxa"/>
            <w:vAlign w:val="center"/>
          </w:tcPr>
          <w:p w14:paraId="6965B13D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4D5AF5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17BFC" w14:paraId="57B52555" w14:textId="77777777" w:rsidTr="00B819C8">
        <w:tc>
          <w:tcPr>
            <w:tcW w:w="2694" w:type="dxa"/>
            <w:vAlign w:val="center"/>
          </w:tcPr>
          <w:p w14:paraId="7D798AA8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94DA9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17BFC" w14:paraId="3E761857" w14:textId="77777777" w:rsidTr="00B819C8">
        <w:tc>
          <w:tcPr>
            <w:tcW w:w="2694" w:type="dxa"/>
            <w:vAlign w:val="center"/>
          </w:tcPr>
          <w:p w14:paraId="5B661F05" w14:textId="77777777" w:rsidR="0085747A" w:rsidRPr="00017BF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C0E74B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017BFC" w14:paraId="53C78240" w14:textId="77777777" w:rsidTr="00B819C8">
        <w:tc>
          <w:tcPr>
            <w:tcW w:w="2694" w:type="dxa"/>
            <w:vAlign w:val="center"/>
          </w:tcPr>
          <w:p w14:paraId="53909141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2147AC" w14:textId="77777777"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17BFC" w14:paraId="7DD27428" w14:textId="77777777" w:rsidTr="00B819C8">
        <w:tc>
          <w:tcPr>
            <w:tcW w:w="2694" w:type="dxa"/>
            <w:vAlign w:val="center"/>
          </w:tcPr>
          <w:p w14:paraId="27DCB954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E8A74" w14:textId="77777777"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17BFC" w14:paraId="2ED8A544" w14:textId="77777777" w:rsidTr="00B819C8">
        <w:tc>
          <w:tcPr>
            <w:tcW w:w="2694" w:type="dxa"/>
            <w:vAlign w:val="center"/>
          </w:tcPr>
          <w:p w14:paraId="0DBF1194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17BFC">
              <w:rPr>
                <w:rFonts w:ascii="Corbel" w:hAnsi="Corbel"/>
                <w:sz w:val="24"/>
                <w:szCs w:val="24"/>
              </w:rPr>
              <w:t>/y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1215BB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017BFC" w14:paraId="72EDD5FE" w14:textId="77777777" w:rsidTr="00B819C8">
        <w:tc>
          <w:tcPr>
            <w:tcW w:w="2694" w:type="dxa"/>
            <w:vAlign w:val="center"/>
          </w:tcPr>
          <w:p w14:paraId="4848DEC5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06D5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, F.4. Technologie informacyjno - komunikacyjne</w:t>
            </w:r>
          </w:p>
        </w:tc>
      </w:tr>
      <w:tr w:rsidR="00923D7D" w:rsidRPr="00017BFC" w14:paraId="0BBC8C9E" w14:textId="77777777" w:rsidTr="00B819C8">
        <w:tc>
          <w:tcPr>
            <w:tcW w:w="2694" w:type="dxa"/>
            <w:vAlign w:val="center"/>
          </w:tcPr>
          <w:p w14:paraId="29376F74" w14:textId="77777777" w:rsidR="00923D7D" w:rsidRPr="00017BF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BB8A7C" w14:textId="77777777" w:rsidR="00923D7D" w:rsidRPr="00017BFC" w:rsidRDefault="009327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17BFC" w14:paraId="35288C7A" w14:textId="77777777" w:rsidTr="00B819C8">
        <w:tc>
          <w:tcPr>
            <w:tcW w:w="2694" w:type="dxa"/>
            <w:vAlign w:val="center"/>
          </w:tcPr>
          <w:p w14:paraId="5B6B4D82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95256" w14:textId="77777777" w:rsidR="0085747A" w:rsidRPr="00017BFC" w:rsidRDefault="00C52FA6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017BFC" w14:paraId="4945D5AF" w14:textId="77777777" w:rsidTr="00B819C8">
        <w:tc>
          <w:tcPr>
            <w:tcW w:w="2694" w:type="dxa"/>
            <w:vAlign w:val="center"/>
          </w:tcPr>
          <w:p w14:paraId="6FA1F8FD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D9E57E" w14:textId="77777777" w:rsidR="0085747A" w:rsidRPr="00017BFC" w:rsidRDefault="00C52FA6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Warzocha</w:t>
            </w:r>
          </w:p>
        </w:tc>
      </w:tr>
    </w:tbl>
    <w:p w14:paraId="17237C49" w14:textId="77777777"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63AA9A" w14:textId="77777777" w:rsidR="0085747A" w:rsidRPr="00017BF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>1.</w:t>
      </w:r>
      <w:r w:rsidR="00E22FBC" w:rsidRPr="00017BFC">
        <w:rPr>
          <w:rFonts w:ascii="Corbel" w:hAnsi="Corbel"/>
          <w:sz w:val="24"/>
          <w:szCs w:val="24"/>
        </w:rPr>
        <w:t>1</w:t>
      </w:r>
      <w:r w:rsidRPr="00017BF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594A49E" w14:textId="77777777"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0"/>
        <w:gridCol w:w="785"/>
        <w:gridCol w:w="862"/>
        <w:gridCol w:w="799"/>
        <w:gridCol w:w="820"/>
        <w:gridCol w:w="758"/>
        <w:gridCol w:w="946"/>
        <w:gridCol w:w="1205"/>
        <w:gridCol w:w="1495"/>
      </w:tblGrid>
      <w:tr w:rsidR="00015B8F" w:rsidRPr="00017BFC" w14:paraId="74A8EB72" w14:textId="77777777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36F6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Semestr</w:t>
            </w:r>
          </w:p>
          <w:p w14:paraId="325554FC" w14:textId="77777777" w:rsidR="00015B8F" w:rsidRPr="00017BF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(</w:t>
            </w:r>
            <w:r w:rsidR="00363F78" w:rsidRPr="00017BF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0451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56D1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35D07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ABDD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FA5B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29F4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7EFD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6170" w14:textId="77777777" w:rsidR="00015B8F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E1FF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Liczba pkt</w:t>
            </w:r>
            <w:r w:rsidR="00B90885" w:rsidRPr="00017BFC">
              <w:rPr>
                <w:rFonts w:ascii="Corbel" w:hAnsi="Corbel"/>
                <w:b/>
                <w:szCs w:val="24"/>
              </w:rPr>
              <w:t>.</w:t>
            </w:r>
            <w:r w:rsidRPr="00017BF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66E2B" w:rsidRPr="00017BFC" w14:paraId="33079BD8" w14:textId="77777777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5F44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6815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9FD5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7CAD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F1EF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25AF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6578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7D97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F142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3DEE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45F272C7" w14:textId="77777777" w:rsidR="00923D7D" w:rsidRPr="00017BF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2A16CF" w14:textId="77777777" w:rsidR="0085747A" w:rsidRPr="00017BF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1.</w:t>
      </w:r>
      <w:r w:rsidR="00E22FBC" w:rsidRPr="00017BFC">
        <w:rPr>
          <w:rFonts w:ascii="Corbel" w:hAnsi="Corbel"/>
          <w:smallCaps w:val="0"/>
          <w:szCs w:val="24"/>
        </w:rPr>
        <w:t>2</w:t>
      </w:r>
      <w:r w:rsidR="00F83B28" w:rsidRPr="00017BFC">
        <w:rPr>
          <w:rFonts w:ascii="Corbel" w:hAnsi="Corbel"/>
          <w:smallCaps w:val="0"/>
          <w:szCs w:val="24"/>
        </w:rPr>
        <w:t>.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 xml:space="preserve">Sposób realizacji zajęć  </w:t>
      </w:r>
    </w:p>
    <w:p w14:paraId="46B9C6DC" w14:textId="77777777" w:rsidR="0085747A" w:rsidRPr="00017BFC" w:rsidRDefault="00491CF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017BF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0EC096" w14:textId="77777777" w:rsidR="0085747A" w:rsidRPr="00017BFC" w:rsidRDefault="00491CF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 w:rsidR="0085747A" w:rsidRPr="00017BF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0FF178E" w14:textId="77777777" w:rsidR="0085747A" w:rsidRPr="00017BF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376CFD" w14:textId="77777777" w:rsidR="00E22FBC" w:rsidRPr="00017BF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1.3 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>For</w:t>
      </w:r>
      <w:r w:rsidR="00445970" w:rsidRPr="00017BFC">
        <w:rPr>
          <w:rFonts w:ascii="Corbel" w:hAnsi="Corbel"/>
          <w:smallCaps w:val="0"/>
          <w:szCs w:val="24"/>
        </w:rPr>
        <w:t xml:space="preserve">ma zaliczenia przedmiotu </w:t>
      </w:r>
      <w:r w:rsidRPr="00017BFC">
        <w:rPr>
          <w:rFonts w:ascii="Corbel" w:hAnsi="Corbel"/>
          <w:smallCaps w:val="0"/>
          <w:szCs w:val="24"/>
        </w:rPr>
        <w:t xml:space="preserve"> (z toku) </w:t>
      </w:r>
    </w:p>
    <w:p w14:paraId="7A5D0DE8" w14:textId="77777777" w:rsidR="00187DC3" w:rsidRPr="00017BFC" w:rsidRDefault="00066E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5EEB81FA" w14:textId="77777777" w:rsidR="009C54AE" w:rsidRPr="00017BF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6480A" w14:textId="77777777" w:rsidR="00E960BB" w:rsidRPr="00017BF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7BFC" w14:paraId="1C2CC515" w14:textId="77777777" w:rsidTr="00745302">
        <w:tc>
          <w:tcPr>
            <w:tcW w:w="9670" w:type="dxa"/>
          </w:tcPr>
          <w:p w14:paraId="1C66508C" w14:textId="77777777" w:rsidR="0085747A" w:rsidRPr="00017BFC" w:rsidRDefault="004D7C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7C916F45" w14:textId="77777777" w:rsidR="00153C41" w:rsidRPr="00017BF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66B68E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>3.</w:t>
      </w:r>
      <w:r w:rsidR="0085747A" w:rsidRPr="00017BFC">
        <w:rPr>
          <w:rFonts w:ascii="Corbel" w:hAnsi="Corbel"/>
          <w:szCs w:val="24"/>
        </w:rPr>
        <w:t xml:space="preserve"> </w:t>
      </w:r>
      <w:r w:rsidR="00A84C85" w:rsidRPr="00017BFC">
        <w:rPr>
          <w:rFonts w:ascii="Corbel" w:hAnsi="Corbel"/>
          <w:szCs w:val="24"/>
        </w:rPr>
        <w:t>cele, efekty uczenia się</w:t>
      </w:r>
      <w:r w:rsidR="0085747A" w:rsidRPr="00017BFC">
        <w:rPr>
          <w:rFonts w:ascii="Corbel" w:hAnsi="Corbel"/>
          <w:szCs w:val="24"/>
        </w:rPr>
        <w:t xml:space="preserve"> , treści Programowe i stosowane metody Dydaktyczne</w:t>
      </w:r>
    </w:p>
    <w:p w14:paraId="6976559A" w14:textId="77777777" w:rsidR="0085747A" w:rsidRPr="00017BF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017BFC">
        <w:rPr>
          <w:rFonts w:ascii="Corbel" w:hAnsi="Corbel"/>
          <w:sz w:val="24"/>
          <w:szCs w:val="24"/>
        </w:rPr>
        <w:t>Cele przedmiotu</w:t>
      </w:r>
    </w:p>
    <w:p w14:paraId="7BBEE410" w14:textId="77777777"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4D7C4A" w:rsidRPr="00017BFC" w14:paraId="56CE06DA" w14:textId="77777777" w:rsidTr="00C93E74">
        <w:tc>
          <w:tcPr>
            <w:tcW w:w="675" w:type="dxa"/>
            <w:vAlign w:val="center"/>
          </w:tcPr>
          <w:p w14:paraId="654021F6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863C6C9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4D7C4A" w:rsidRPr="00017BFC" w14:paraId="7C2C647A" w14:textId="77777777" w:rsidTr="00C93E74">
        <w:tc>
          <w:tcPr>
            <w:tcW w:w="675" w:type="dxa"/>
            <w:vAlign w:val="center"/>
          </w:tcPr>
          <w:p w14:paraId="38E9C05F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A85DAEB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 oraz ich wpływ na obsługę i wykorzystanie urządzeń peryferyjnych (skaner, drukarka, kamera</w:t>
            </w:r>
            <w:r w:rsidR="00491CFC">
              <w:rPr>
                <w:rFonts w:ascii="Corbel" w:hAnsi="Corbel"/>
                <w:sz w:val="24"/>
                <w:szCs w:val="24"/>
              </w:rPr>
              <w:t>, pamięci masowe</w:t>
            </w:r>
            <w:r w:rsidRPr="00017BF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D7C4A" w:rsidRPr="00017BFC" w14:paraId="6BB31F71" w14:textId="77777777" w:rsidTr="00C93E74">
        <w:tc>
          <w:tcPr>
            <w:tcW w:w="675" w:type="dxa"/>
            <w:vAlign w:val="center"/>
          </w:tcPr>
          <w:p w14:paraId="4E1786F1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7A0B7AB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4D7C4A" w:rsidRPr="00017BFC" w14:paraId="666DE6F7" w14:textId="77777777" w:rsidTr="00C93E74">
        <w:tc>
          <w:tcPr>
            <w:tcW w:w="675" w:type="dxa"/>
            <w:vAlign w:val="center"/>
          </w:tcPr>
          <w:p w14:paraId="51CA29DC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53B4C7D8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Kształtowanie i doskonalenie wiadomości i umiejętności w zakresie: </w:t>
            </w:r>
          </w:p>
          <w:p w14:paraId="59638B06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14:paraId="5AD9520D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14:paraId="5E2D93A3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14:paraId="1585C908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14:paraId="487DF233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14:paraId="22C17482" w14:textId="77777777" w:rsidR="004D7C4A" w:rsidRDefault="004D7C4A" w:rsidP="00C93E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pracy w cloud computing.</w:t>
            </w:r>
          </w:p>
          <w:p w14:paraId="729F5ADE" w14:textId="77777777" w:rsidR="00A85F45" w:rsidRPr="00017BFC" w:rsidRDefault="00A85F45" w:rsidP="00C93E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aspektów etycznych</w:t>
            </w:r>
            <w:r w:rsidRPr="00D77137">
              <w:rPr>
                <w:rFonts w:ascii="Corbel" w:hAnsi="Corbel"/>
              </w:rPr>
              <w:t xml:space="preserve"> przy zastosowaniu </w:t>
            </w:r>
            <w:r w:rsidRPr="00D77137">
              <w:rPr>
                <w:rFonts w:ascii="Corbel" w:hAnsi="Corbel"/>
                <w:iCs/>
              </w:rPr>
              <w:t xml:space="preserve">artificial intelligence </w:t>
            </w:r>
            <w:r w:rsidRPr="00D77137">
              <w:rPr>
                <w:rFonts w:ascii="Corbel" w:hAnsi="Corbel"/>
              </w:rPr>
              <w:t>AI</w:t>
            </w:r>
            <w:bookmarkStart w:id="0" w:name="_GoBack"/>
            <w:bookmarkEnd w:id="0"/>
          </w:p>
        </w:tc>
      </w:tr>
    </w:tbl>
    <w:p w14:paraId="2142765D" w14:textId="77777777"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p w14:paraId="0DC37F17" w14:textId="77777777" w:rsidR="001D7B54" w:rsidRPr="00017BF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3.2 </w:t>
      </w:r>
      <w:r w:rsidR="001D7B54" w:rsidRPr="00017BFC">
        <w:rPr>
          <w:rFonts w:ascii="Corbel" w:hAnsi="Corbel"/>
          <w:b/>
          <w:sz w:val="24"/>
          <w:szCs w:val="24"/>
        </w:rPr>
        <w:t xml:space="preserve">Efekty </w:t>
      </w:r>
      <w:r w:rsidR="00C05F44" w:rsidRPr="00017BF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7BFC">
        <w:rPr>
          <w:rFonts w:ascii="Corbel" w:hAnsi="Corbel"/>
          <w:b/>
          <w:sz w:val="24"/>
          <w:szCs w:val="24"/>
        </w:rPr>
        <w:t>dla przedmiotu</w:t>
      </w:r>
      <w:r w:rsidR="00445970" w:rsidRPr="00017BFC">
        <w:rPr>
          <w:rFonts w:ascii="Corbel" w:hAnsi="Corbel"/>
          <w:sz w:val="24"/>
          <w:szCs w:val="24"/>
        </w:rPr>
        <w:t xml:space="preserve"> </w:t>
      </w:r>
    </w:p>
    <w:p w14:paraId="1FEF5CC4" w14:textId="77777777"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7700B" w:rsidRPr="00017BFC" w14:paraId="2B96DE22" w14:textId="77777777" w:rsidTr="00AB4254">
        <w:tc>
          <w:tcPr>
            <w:tcW w:w="1679" w:type="dxa"/>
          </w:tcPr>
          <w:p w14:paraId="3CC682A7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smallCaps w:val="0"/>
                <w:szCs w:val="24"/>
              </w:rPr>
              <w:t>EK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14:paraId="268F0408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579A65B2" w14:textId="77777777" w:rsidR="0037700B" w:rsidRPr="00017BFC" w:rsidRDefault="0037700B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593C3FBE" w14:textId="77777777" w:rsidR="007B5707" w:rsidRPr="00017BFC" w:rsidRDefault="007B5707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766534E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7BF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54" w:rsidRPr="00017BFC" w14:paraId="58092509" w14:textId="77777777" w:rsidTr="00C93E74">
        <w:tc>
          <w:tcPr>
            <w:tcW w:w="1679" w:type="dxa"/>
          </w:tcPr>
          <w:p w14:paraId="55D48F7F" w14:textId="77777777"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691F079" w14:textId="77777777" w:rsidR="00AB4254" w:rsidRPr="00017BFC" w:rsidRDefault="00AB4254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</w:tcPr>
          <w:p w14:paraId="37C33D08" w14:textId="77777777"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14:paraId="73A58679" w14:textId="77777777" w:rsidTr="00C93E74">
        <w:tc>
          <w:tcPr>
            <w:tcW w:w="1679" w:type="dxa"/>
          </w:tcPr>
          <w:p w14:paraId="71DEAEE5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06E8853A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Zaprezentuje funkcje i rolę systemu operacyjnego niezbędnego do prawidłowej komunikacji: komputer-użytkownik.</w:t>
            </w:r>
            <w:r w:rsidR="00986DAD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Omówi relacje zachodzące podczas komunikowania w Sieci.</w:t>
            </w:r>
          </w:p>
        </w:tc>
        <w:tc>
          <w:tcPr>
            <w:tcW w:w="1865" w:type="dxa"/>
          </w:tcPr>
          <w:p w14:paraId="214BA344" w14:textId="77777777"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C32D16" w14:textId="77777777" w:rsidR="00986DAD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14:paraId="73411752" w14:textId="77777777" w:rsidTr="00C93E74">
        <w:tc>
          <w:tcPr>
            <w:tcW w:w="1679" w:type="dxa"/>
          </w:tcPr>
          <w:p w14:paraId="3024B5F0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B6473E9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Scharakteryzuje elementy platformy e-le</w:t>
            </w:r>
            <w:r w:rsidR="00F97BA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>rningowej oraz poda sposoby jej wykorzystania w procesie komunikowania.</w:t>
            </w:r>
          </w:p>
        </w:tc>
        <w:tc>
          <w:tcPr>
            <w:tcW w:w="1865" w:type="dxa"/>
          </w:tcPr>
          <w:p w14:paraId="27BF5C35" w14:textId="77777777" w:rsidR="0037700B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14:paraId="06E5109F" w14:textId="77777777" w:rsidTr="00C93E74">
        <w:tc>
          <w:tcPr>
            <w:tcW w:w="1679" w:type="dxa"/>
          </w:tcPr>
          <w:p w14:paraId="23289C3A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67FE2539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14:paraId="1BE6F8D7" w14:textId="77777777"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</w:tc>
      </w:tr>
      <w:tr w:rsidR="0037700B" w:rsidRPr="00017BFC" w14:paraId="67C92BAA" w14:textId="77777777" w:rsidTr="00C93E74">
        <w:tc>
          <w:tcPr>
            <w:tcW w:w="1679" w:type="dxa"/>
          </w:tcPr>
          <w:p w14:paraId="1CBB664D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C5056D6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14:paraId="112038CB" w14:textId="77777777"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  <w:p w14:paraId="1C2F908D" w14:textId="77777777"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14:paraId="5B56B104" w14:textId="77777777" w:rsidTr="00C93E74">
        <w:tc>
          <w:tcPr>
            <w:tcW w:w="1679" w:type="dxa"/>
          </w:tcPr>
          <w:p w14:paraId="2B9D0CAC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2FBFC40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14:paraId="5808EDF4" w14:textId="77777777"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  <w:p w14:paraId="699D8726" w14:textId="77777777"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7D1DC18" w14:textId="77777777"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8F53EF0" w14:textId="77777777" w:rsidR="0085747A" w:rsidRPr="00017BF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>3.3</w:t>
      </w:r>
      <w:r w:rsidR="001D7B54" w:rsidRPr="00017BFC">
        <w:rPr>
          <w:rFonts w:ascii="Corbel" w:hAnsi="Corbel"/>
          <w:b/>
          <w:sz w:val="24"/>
          <w:szCs w:val="24"/>
        </w:rPr>
        <w:t xml:space="preserve"> </w:t>
      </w:r>
      <w:r w:rsidR="0085747A" w:rsidRPr="00017BFC">
        <w:rPr>
          <w:rFonts w:ascii="Corbel" w:hAnsi="Corbel"/>
          <w:b/>
          <w:sz w:val="24"/>
          <w:szCs w:val="24"/>
        </w:rPr>
        <w:t>T</w:t>
      </w:r>
      <w:r w:rsidR="001D7B54" w:rsidRPr="00017BF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7BFC">
        <w:rPr>
          <w:rFonts w:ascii="Corbel" w:hAnsi="Corbel"/>
          <w:sz w:val="24"/>
          <w:szCs w:val="24"/>
        </w:rPr>
        <w:t xml:space="preserve">  </w:t>
      </w:r>
    </w:p>
    <w:p w14:paraId="337C5C33" w14:textId="77777777" w:rsidR="0085747A" w:rsidRPr="00017BF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Problematyka </w:t>
      </w:r>
      <w:r w:rsidR="00963312" w:rsidRPr="00017BFC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FF0" w:rsidRPr="00017BFC" w14:paraId="58E896D3" w14:textId="77777777" w:rsidTr="00C93E74">
        <w:tc>
          <w:tcPr>
            <w:tcW w:w="9520" w:type="dxa"/>
          </w:tcPr>
          <w:p w14:paraId="44E9D04B" w14:textId="77777777" w:rsidR="005F1FF0" w:rsidRPr="00017BFC" w:rsidRDefault="005F1FF0" w:rsidP="00C93E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1FF0" w:rsidRPr="00017BFC" w14:paraId="059538E1" w14:textId="77777777" w:rsidTr="00C93E74">
        <w:tc>
          <w:tcPr>
            <w:tcW w:w="9520" w:type="dxa"/>
          </w:tcPr>
          <w:p w14:paraId="6DEF04BA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Funkcje i rola systemu operacyjnego w urządzenia stacjonarnych i mobilnych, struktura zapisu informacji, drzewo katalogowe, znaczenie pliku jako źródła informacji, prawidłowa nazwa i </w:t>
            </w: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atrybuty plików, współdzielenie użytkowania zasobów komputerów, rodzaje użytkowników, prawa użytkowników; zapisywanie i wyszukiwanie plików w strukturze sieci LAN.</w:t>
            </w:r>
          </w:p>
        </w:tc>
      </w:tr>
      <w:tr w:rsidR="005F1FF0" w:rsidRPr="00017BFC" w14:paraId="30E80297" w14:textId="77777777" w:rsidTr="00C93E74">
        <w:tc>
          <w:tcPr>
            <w:tcW w:w="9520" w:type="dxa"/>
          </w:tcPr>
          <w:p w14:paraId="48B3B308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5F1FF0" w:rsidRPr="00017BFC" w14:paraId="642457E0" w14:textId="77777777" w:rsidTr="00C93E74">
        <w:tc>
          <w:tcPr>
            <w:tcW w:w="9520" w:type="dxa"/>
          </w:tcPr>
          <w:p w14:paraId="4FB815AC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5F1FF0" w:rsidRPr="00017BFC" w14:paraId="3F3D9F22" w14:textId="77777777" w:rsidTr="00C93E74">
        <w:tc>
          <w:tcPr>
            <w:tcW w:w="9520" w:type="dxa"/>
          </w:tcPr>
          <w:p w14:paraId="614C17E5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5F1FF0" w:rsidRPr="00017BFC" w14:paraId="5F334287" w14:textId="77777777" w:rsidTr="00C93E74">
        <w:tc>
          <w:tcPr>
            <w:tcW w:w="9520" w:type="dxa"/>
          </w:tcPr>
          <w:p w14:paraId="3A0EA741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5F1FF0" w:rsidRPr="00017BFC" w14:paraId="33F5C7D8" w14:textId="77777777" w:rsidTr="00C93E74">
        <w:tc>
          <w:tcPr>
            <w:tcW w:w="9520" w:type="dxa"/>
          </w:tcPr>
          <w:p w14:paraId="4C8C0DAF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5F1FF0" w:rsidRPr="00017BFC" w14:paraId="680B12C5" w14:textId="77777777" w:rsidTr="00D77AA5">
        <w:trPr>
          <w:trHeight w:val="261"/>
        </w:trPr>
        <w:tc>
          <w:tcPr>
            <w:tcW w:w="9520" w:type="dxa"/>
          </w:tcPr>
          <w:p w14:paraId="77007811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5F1FF0" w:rsidRPr="00017BFC" w14:paraId="0F2B85BB" w14:textId="77777777" w:rsidTr="00C93E74">
        <w:tc>
          <w:tcPr>
            <w:tcW w:w="9520" w:type="dxa"/>
          </w:tcPr>
          <w:p w14:paraId="0BDBED4E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5F1FF0" w:rsidRPr="00017BFC" w14:paraId="4C0A552D" w14:textId="77777777" w:rsidTr="00C93E74">
        <w:tc>
          <w:tcPr>
            <w:tcW w:w="9520" w:type="dxa"/>
          </w:tcPr>
          <w:p w14:paraId="13B619D9" w14:textId="77777777" w:rsidR="005F1FF0" w:rsidRPr="00017BFC" w:rsidRDefault="005F1FF0" w:rsidP="00A85F4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Podstawy usług sieci Internet – WWW, </w:t>
            </w:r>
            <w:r w:rsidR="00A85F45" w:rsidRPr="00D2243F">
              <w:rPr>
                <w:rFonts w:ascii="Corbel" w:hAnsi="Corbel"/>
              </w:rPr>
              <w:t xml:space="preserve">WWW, praca w cloud </w:t>
            </w:r>
            <w:r w:rsidR="00A85F45">
              <w:rPr>
                <w:rFonts w:ascii="Corbel" w:hAnsi="Corbel"/>
              </w:rPr>
              <w:t xml:space="preserve">computing, </w:t>
            </w:r>
            <w:r w:rsidR="00A85F45">
              <w:rPr>
                <w:rFonts w:ascii="Corbel" w:hAnsi="Corbel"/>
                <w:u w:val="single"/>
              </w:rPr>
              <w:t>sztuczna inteligencja ChatGPT, Copilot</w:t>
            </w:r>
            <w:r w:rsidR="00A85F45">
              <w:rPr>
                <w:rFonts w:ascii="Corbel" w:hAnsi="Corbel"/>
              </w:rPr>
              <w:t>, ,</w:t>
            </w:r>
            <w:r w:rsidR="00A85F45" w:rsidRPr="0071635B">
              <w:rPr>
                <w:rFonts w:ascii="Corbel" w:hAnsi="Corbel"/>
                <w:u w:val="single"/>
              </w:rPr>
              <w:t xml:space="preserve"> </w:t>
            </w:r>
            <w:r w:rsidR="00A85F45" w:rsidRPr="00D77137">
              <w:rPr>
                <w:rFonts w:ascii="Corbel" w:hAnsi="Corbel"/>
              </w:rPr>
              <w:t>aspekty etyczne przy zastawaniu AI.</w:t>
            </w:r>
          </w:p>
        </w:tc>
      </w:tr>
      <w:tr w:rsidR="005F1FF0" w:rsidRPr="00017BFC" w14:paraId="18D1016C" w14:textId="77777777" w:rsidTr="00C93E74">
        <w:tc>
          <w:tcPr>
            <w:tcW w:w="9520" w:type="dxa"/>
          </w:tcPr>
          <w:p w14:paraId="437273CB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5F1FF0" w:rsidRPr="00017BFC" w14:paraId="4B308AF0" w14:textId="77777777" w:rsidTr="00C93E74">
        <w:tc>
          <w:tcPr>
            <w:tcW w:w="9520" w:type="dxa"/>
          </w:tcPr>
          <w:p w14:paraId="25305B6F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5F1FF0" w:rsidRPr="00017BFC" w14:paraId="1132952E" w14:textId="77777777" w:rsidTr="00C93E74">
        <w:tc>
          <w:tcPr>
            <w:tcW w:w="9520" w:type="dxa"/>
          </w:tcPr>
          <w:p w14:paraId="204EFC52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5F1FF0" w:rsidRPr="00017BFC" w14:paraId="61514BE1" w14:textId="77777777" w:rsidTr="00C93E74">
        <w:tc>
          <w:tcPr>
            <w:tcW w:w="9520" w:type="dxa"/>
          </w:tcPr>
          <w:p w14:paraId="5C91D2D0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Suma, Średnia, Zaokr, Licz.Jeżeli, Jeżeli. Formatowanie warunkowe. Sortowanie danych.</w:t>
            </w:r>
          </w:p>
        </w:tc>
      </w:tr>
      <w:tr w:rsidR="005F1FF0" w:rsidRPr="00017BFC" w14:paraId="48367EE2" w14:textId="77777777" w:rsidTr="00C93E74">
        <w:tc>
          <w:tcPr>
            <w:tcW w:w="9520" w:type="dxa"/>
          </w:tcPr>
          <w:p w14:paraId="06D8DA2C" w14:textId="77777777" w:rsidR="005F1FF0" w:rsidRPr="00017BFC" w:rsidRDefault="005F1FF0" w:rsidP="00C93E7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017BFC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14:paraId="6DAE8714" w14:textId="77777777" w:rsidR="005F1FF0" w:rsidRPr="00017BFC" w:rsidRDefault="005F1FF0" w:rsidP="005F1FF0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B810872" w14:textId="77777777" w:rsidR="0085747A" w:rsidRPr="00017BF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3.4 Metody dydaktyczne</w:t>
      </w:r>
      <w:r w:rsidRPr="00017BFC">
        <w:rPr>
          <w:rFonts w:ascii="Corbel" w:hAnsi="Corbel"/>
          <w:b w:val="0"/>
          <w:smallCaps w:val="0"/>
          <w:szCs w:val="24"/>
        </w:rPr>
        <w:t xml:space="preserve"> </w:t>
      </w:r>
    </w:p>
    <w:p w14:paraId="002DD2C3" w14:textId="77777777" w:rsidR="005F1FF0" w:rsidRPr="00017BFC" w:rsidRDefault="00066E2B" w:rsidP="00066E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ć</w:t>
      </w:r>
      <w:r w:rsidR="005F1FF0" w:rsidRPr="00017BFC">
        <w:rPr>
          <w:rFonts w:ascii="Corbel" w:hAnsi="Corbel"/>
          <w:b w:val="0"/>
          <w:smallCaps w:val="0"/>
          <w:szCs w:val="24"/>
        </w:rPr>
        <w:t>wiczenia praktyczne realizowane w pracowni komputerowej, wykorzystanie platformy e-learningowej „Eureka”</w:t>
      </w:r>
      <w:r w:rsidR="00D77AA5" w:rsidRPr="00017BFC">
        <w:rPr>
          <w:rFonts w:ascii="Corbel" w:hAnsi="Corbel"/>
          <w:b w:val="0"/>
          <w:smallCaps w:val="0"/>
          <w:szCs w:val="24"/>
        </w:rPr>
        <w:t>.</w:t>
      </w:r>
    </w:p>
    <w:p w14:paraId="78FB320B" w14:textId="77777777" w:rsidR="0085747A" w:rsidRPr="00017B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BBA78" w14:textId="77777777" w:rsidR="0085747A" w:rsidRPr="00017BF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 </w:t>
      </w:r>
      <w:r w:rsidR="0085747A" w:rsidRPr="00017BFC">
        <w:rPr>
          <w:rFonts w:ascii="Corbel" w:hAnsi="Corbel"/>
          <w:smallCaps w:val="0"/>
          <w:szCs w:val="24"/>
        </w:rPr>
        <w:t>METODY I KRYTERIA OCENY</w:t>
      </w:r>
      <w:r w:rsidR="009F4610" w:rsidRPr="00017BFC">
        <w:rPr>
          <w:rFonts w:ascii="Corbel" w:hAnsi="Corbel"/>
          <w:smallCaps w:val="0"/>
          <w:szCs w:val="24"/>
        </w:rPr>
        <w:t xml:space="preserve"> </w:t>
      </w:r>
    </w:p>
    <w:p w14:paraId="57ED7A2A" w14:textId="77777777" w:rsidR="00923D7D" w:rsidRPr="00017BF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747EAA" w14:textId="77777777" w:rsidR="0085747A" w:rsidRPr="00017BF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7BFC">
        <w:rPr>
          <w:rFonts w:ascii="Corbel" w:hAnsi="Corbel"/>
          <w:smallCaps w:val="0"/>
          <w:szCs w:val="24"/>
        </w:rPr>
        <w:t>uczenia się</w:t>
      </w:r>
    </w:p>
    <w:p w14:paraId="2C2C1EB2" w14:textId="77777777" w:rsidR="005F1FF0" w:rsidRPr="00017BFC" w:rsidRDefault="005F1FF0" w:rsidP="00D82D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F1FF0" w:rsidRPr="00017BFC" w14:paraId="3AEDE2B1" w14:textId="77777777" w:rsidTr="00B40E3A">
        <w:tc>
          <w:tcPr>
            <w:tcW w:w="1962" w:type="dxa"/>
            <w:vAlign w:val="center"/>
          </w:tcPr>
          <w:p w14:paraId="33A24B76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435BB91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C699160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8FAF8B4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23C94A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1FF0" w:rsidRPr="00017BFC" w14:paraId="5281AA02" w14:textId="77777777" w:rsidTr="00066E2B">
        <w:tc>
          <w:tcPr>
            <w:tcW w:w="1962" w:type="dxa"/>
          </w:tcPr>
          <w:p w14:paraId="531E6CBA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13DFFE6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16" w:type="dxa"/>
            <w:vAlign w:val="center"/>
          </w:tcPr>
          <w:p w14:paraId="528EFCB6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6D2B651F" w14:textId="77777777" w:rsidTr="00066E2B">
        <w:tc>
          <w:tcPr>
            <w:tcW w:w="1962" w:type="dxa"/>
          </w:tcPr>
          <w:p w14:paraId="5363EB0A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3B3CB015" w14:textId="77777777"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14:paraId="223BDA1E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346C4AC4" w14:textId="77777777" w:rsidTr="00066E2B">
        <w:trPr>
          <w:trHeight w:val="153"/>
        </w:trPr>
        <w:tc>
          <w:tcPr>
            <w:tcW w:w="1962" w:type="dxa"/>
          </w:tcPr>
          <w:p w14:paraId="34D34741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28615F28" w14:textId="77777777"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16" w:type="dxa"/>
            <w:vAlign w:val="center"/>
          </w:tcPr>
          <w:p w14:paraId="3A8C5381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2C06DEC7" w14:textId="77777777" w:rsidTr="00066E2B">
        <w:tc>
          <w:tcPr>
            <w:tcW w:w="1962" w:type="dxa"/>
          </w:tcPr>
          <w:p w14:paraId="397CFEF2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2" w:type="dxa"/>
          </w:tcPr>
          <w:p w14:paraId="0B4D572B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16" w:type="dxa"/>
            <w:vAlign w:val="center"/>
          </w:tcPr>
          <w:p w14:paraId="3115CA83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01157C26" w14:textId="77777777" w:rsidTr="00066E2B">
        <w:tc>
          <w:tcPr>
            <w:tcW w:w="1962" w:type="dxa"/>
          </w:tcPr>
          <w:p w14:paraId="1E9D544F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14B81047" w14:textId="77777777" w:rsidR="005F1FF0" w:rsidRPr="00017BFC" w:rsidRDefault="00B40E3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16" w:type="dxa"/>
            <w:vAlign w:val="center"/>
          </w:tcPr>
          <w:p w14:paraId="74552265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048703C" w14:textId="77777777" w:rsidR="005F1FF0" w:rsidRPr="00017BFC" w:rsidRDefault="005F1F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6066AA3" w14:textId="77777777" w:rsidR="0085747A" w:rsidRPr="00017BF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4.2 </w:t>
      </w:r>
      <w:r w:rsidR="0085747A" w:rsidRPr="00017BF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7BFC">
        <w:rPr>
          <w:rFonts w:ascii="Corbel" w:hAnsi="Corbel"/>
          <w:smallCaps w:val="0"/>
          <w:szCs w:val="24"/>
        </w:rPr>
        <w:t xml:space="preserve"> </w:t>
      </w:r>
    </w:p>
    <w:p w14:paraId="1F35E771" w14:textId="77777777" w:rsidR="00923D7D" w:rsidRPr="00017BF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7BFC" w14:paraId="007AE978" w14:textId="77777777" w:rsidTr="00923D7D">
        <w:tc>
          <w:tcPr>
            <w:tcW w:w="9670" w:type="dxa"/>
          </w:tcPr>
          <w:p w14:paraId="71FC8B5A" w14:textId="77777777" w:rsidR="0085747A" w:rsidRPr="00017BFC" w:rsidRDefault="00B40E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formie: od ndst do bdb</w:t>
            </w:r>
          </w:p>
        </w:tc>
      </w:tr>
    </w:tbl>
    <w:p w14:paraId="065B581F" w14:textId="77777777" w:rsidR="00066E2B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950413A" w14:textId="77777777" w:rsidR="009F4610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5. </w:t>
      </w:r>
      <w:r w:rsidR="00C61DC5" w:rsidRPr="00017BF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E33A9A" w14:textId="77777777"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40E3A" w:rsidRPr="00017BFC" w14:paraId="303DDBB6" w14:textId="77777777" w:rsidTr="00C93E74">
        <w:tc>
          <w:tcPr>
            <w:tcW w:w="4962" w:type="dxa"/>
            <w:vAlign w:val="center"/>
          </w:tcPr>
          <w:p w14:paraId="264BE928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93C7ABF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0E3A" w:rsidRPr="00017BFC" w14:paraId="1C8A7058" w14:textId="77777777" w:rsidTr="00C93E74">
        <w:tc>
          <w:tcPr>
            <w:tcW w:w="4962" w:type="dxa"/>
          </w:tcPr>
          <w:p w14:paraId="5022A54A" w14:textId="77777777" w:rsidR="00B40E3A" w:rsidRPr="00017BFC" w:rsidRDefault="00B40E3A" w:rsidP="00DB6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5C2BEF5B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0E3A" w:rsidRPr="00017BFC" w14:paraId="0562DF4C" w14:textId="77777777" w:rsidTr="00C93E74">
        <w:tc>
          <w:tcPr>
            <w:tcW w:w="4962" w:type="dxa"/>
          </w:tcPr>
          <w:p w14:paraId="0604A43B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B1D311D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14:paraId="29F222E4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315A52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0E3A" w:rsidRPr="00017BFC" w14:paraId="2C321966" w14:textId="77777777" w:rsidTr="00C93E74">
        <w:tc>
          <w:tcPr>
            <w:tcW w:w="4962" w:type="dxa"/>
          </w:tcPr>
          <w:p w14:paraId="3D1D227A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1C0812F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712899E6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3DA504BD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7EB3ADFC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E2688E5" w14:textId="77777777" w:rsidR="00B40E3A" w:rsidRPr="00017BFC" w:rsidRDefault="00066E2B" w:rsidP="005C63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8</w:t>
            </w:r>
          </w:p>
          <w:p w14:paraId="375E85D8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7</w:t>
            </w:r>
          </w:p>
          <w:p w14:paraId="40418257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0E3A" w:rsidRPr="00017BFC" w14:paraId="4505F3E1" w14:textId="77777777" w:rsidTr="00C93E74">
        <w:tc>
          <w:tcPr>
            <w:tcW w:w="4962" w:type="dxa"/>
          </w:tcPr>
          <w:p w14:paraId="19053712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1E7F48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5</w:t>
            </w:r>
            <w:r w:rsidR="00B40E3A" w:rsidRPr="00017B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40E3A" w:rsidRPr="00017BFC" w14:paraId="3F0AD3D2" w14:textId="77777777" w:rsidTr="00C93E74">
        <w:tc>
          <w:tcPr>
            <w:tcW w:w="4962" w:type="dxa"/>
          </w:tcPr>
          <w:p w14:paraId="1069C8FF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509256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D6CEC51" w14:textId="77777777"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6B2AEC6" w14:textId="77777777" w:rsidR="0085747A" w:rsidRPr="00017BFC" w:rsidRDefault="00923D7D" w:rsidP="00066E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BF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7BF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7C97B" w14:textId="77777777" w:rsidR="003E1941" w:rsidRPr="00017BF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94EB9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6. </w:t>
      </w:r>
      <w:r w:rsidR="0085747A" w:rsidRPr="00017BFC">
        <w:rPr>
          <w:rFonts w:ascii="Corbel" w:hAnsi="Corbel"/>
          <w:smallCaps w:val="0"/>
          <w:szCs w:val="24"/>
        </w:rPr>
        <w:t>PRAKTYKI ZAWO</w:t>
      </w:r>
      <w:r w:rsidR="009D3F3B" w:rsidRPr="00017BFC">
        <w:rPr>
          <w:rFonts w:ascii="Corbel" w:hAnsi="Corbel"/>
          <w:smallCaps w:val="0"/>
          <w:szCs w:val="24"/>
        </w:rPr>
        <w:t>DOWE W RAMACH PRZEDMIOTU</w:t>
      </w:r>
    </w:p>
    <w:p w14:paraId="5DBDDD48" w14:textId="77777777" w:rsidR="0085747A" w:rsidRPr="00017BF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017BFC" w14:paraId="280AF901" w14:textId="77777777" w:rsidTr="00066E2B">
        <w:trPr>
          <w:trHeight w:val="397"/>
        </w:trPr>
        <w:tc>
          <w:tcPr>
            <w:tcW w:w="4111" w:type="dxa"/>
          </w:tcPr>
          <w:p w14:paraId="57DEF756" w14:textId="77777777"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FC37277" w14:textId="77777777"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17BFC" w14:paraId="483AB22B" w14:textId="77777777" w:rsidTr="00066E2B">
        <w:trPr>
          <w:trHeight w:val="397"/>
        </w:trPr>
        <w:tc>
          <w:tcPr>
            <w:tcW w:w="4111" w:type="dxa"/>
          </w:tcPr>
          <w:p w14:paraId="47FF5090" w14:textId="77777777"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8C27CCE" w14:textId="77777777"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D1F277" w14:textId="77777777" w:rsidR="003E1941" w:rsidRPr="00017BF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4F86B7" w14:textId="77777777" w:rsidR="00017BFC" w:rsidRPr="00017BFC" w:rsidRDefault="00F97BA6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</w:t>
      </w:r>
      <w:r w:rsidR="00017BFC" w:rsidRPr="00017BFC">
        <w:rPr>
          <w:rFonts w:ascii="Corbel" w:hAnsi="Corbel"/>
          <w:smallCaps w:val="0"/>
          <w:szCs w:val="24"/>
        </w:rPr>
        <w:t xml:space="preserve">. LITERATURA </w:t>
      </w:r>
    </w:p>
    <w:p w14:paraId="30EFD8E6" w14:textId="77777777" w:rsidR="00017BFC" w:rsidRPr="00017BFC" w:rsidRDefault="00017BFC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A69C4" w:rsidRPr="00AF4A52" w14:paraId="5223A7BC" w14:textId="77777777" w:rsidTr="0049782C">
        <w:tc>
          <w:tcPr>
            <w:tcW w:w="7513" w:type="dxa"/>
          </w:tcPr>
          <w:p w14:paraId="1DE337AC" w14:textId="77777777" w:rsidR="007A69C4" w:rsidRPr="00AD3FE4" w:rsidRDefault="007A69C4" w:rsidP="0049782C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  <w:smallCaps/>
              </w:rPr>
              <w:t>Literatura podstawowa:</w:t>
            </w:r>
            <w:r w:rsidRPr="00AD3FE4">
              <w:rPr>
                <w:rFonts w:ascii="Corbel" w:hAnsi="Corbel"/>
              </w:rPr>
              <w:t xml:space="preserve"> </w:t>
            </w:r>
          </w:p>
          <w:p w14:paraId="30DB8EBD" w14:textId="77777777" w:rsidR="007A69C4" w:rsidRDefault="007A69C4" w:rsidP="0049782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Wrotek W., Office 2021, Wydaw. Helion, Gliwice 2022.</w:t>
            </w:r>
          </w:p>
          <w:p w14:paraId="71FFA68C" w14:textId="77777777" w:rsidR="007A69C4" w:rsidRDefault="007A69C4" w:rsidP="0049782C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Karaś P., </w:t>
            </w:r>
            <w:r w:rsidRPr="00550FDC">
              <w:rPr>
                <w:rFonts w:ascii="Corbel" w:hAnsi="Corbel"/>
                <w:i/>
              </w:rPr>
              <w:t>Platformy e-learningowe w systemie edukacji. Stan aktualny i perspektywy rozwoju,</w:t>
            </w:r>
            <w:r>
              <w:rPr>
                <w:rFonts w:ascii="Corbel" w:hAnsi="Corbel"/>
              </w:rPr>
              <w:t xml:space="preserve"> Wydaw. Uniwersytet Rzeszowski, Rzeszów 2022.</w:t>
            </w:r>
          </w:p>
          <w:p w14:paraId="77A54A68" w14:textId="77777777" w:rsidR="007A69C4" w:rsidRPr="00554EFB" w:rsidRDefault="007A69C4" w:rsidP="0049782C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554EFB">
              <w:rPr>
                <w:rFonts w:ascii="Corbel" w:hAnsi="Corbel"/>
              </w:rPr>
              <w:t>Wrońska</w:t>
            </w:r>
            <w:r>
              <w:rPr>
                <w:rFonts w:ascii="Corbel" w:hAnsi="Corbel"/>
              </w:rPr>
              <w:t xml:space="preserve"> M.</w:t>
            </w:r>
            <w:r w:rsidRPr="00554EFB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</w:t>
            </w:r>
            <w:r w:rsidRPr="00550FDC">
              <w:rPr>
                <w:rFonts w:ascii="Corbel" w:hAnsi="Corbel"/>
                <w:i/>
              </w:rPr>
              <w:t>Technologie informacyjne w edukacji – Stan obecny i perspektywy ich zastosowania</w:t>
            </w:r>
            <w:r>
              <w:rPr>
                <w:rFonts w:ascii="Corbel" w:hAnsi="Corbel"/>
              </w:rPr>
              <w:t xml:space="preserve">, </w:t>
            </w:r>
            <w:r>
              <w:t>LUBELSKI ROCZNIK PEDAGOGICZNY T. XXXVI, z. 4 – 2017, s.11-20.</w:t>
            </w:r>
          </w:p>
          <w:p w14:paraId="1B247A3C" w14:textId="77777777" w:rsidR="007A69C4" w:rsidRPr="00AD3FE4" w:rsidRDefault="007A69C4" w:rsidP="0049782C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Gogołek W., </w:t>
            </w:r>
            <w:r w:rsidRPr="00AD3FE4">
              <w:rPr>
                <w:rFonts w:ascii="Corbel" w:hAnsi="Corbel"/>
                <w:i/>
                <w:iCs/>
              </w:rPr>
              <w:t>Informatyka dla humanistów</w:t>
            </w:r>
            <w:r w:rsidRPr="00AD3FE4">
              <w:rPr>
                <w:rFonts w:ascii="Corbel" w:hAnsi="Corbel"/>
              </w:rPr>
              <w:t>, wyd. Kropki trzy, Warszawa 2012;</w:t>
            </w:r>
          </w:p>
          <w:p w14:paraId="61720C6A" w14:textId="77777777" w:rsidR="007A69C4" w:rsidRDefault="007A69C4" w:rsidP="0049782C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</w:p>
          <w:p w14:paraId="6F531652" w14:textId="77777777" w:rsidR="007A69C4" w:rsidRPr="00AD3FE4" w:rsidRDefault="007A69C4" w:rsidP="0049782C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Strony internetowe:</w:t>
            </w:r>
          </w:p>
          <w:p w14:paraId="618C437E" w14:textId="77777777" w:rsidR="007A69C4" w:rsidRPr="006F2E3D" w:rsidRDefault="007A69C4" w:rsidP="0049782C">
            <w:pPr>
              <w:spacing w:after="0" w:line="240" w:lineRule="auto"/>
              <w:rPr>
                <w:rFonts w:ascii="Corbel" w:hAnsi="Corbel"/>
              </w:rPr>
            </w:pPr>
            <w:r w:rsidRPr="006F2E3D">
              <w:rPr>
                <w:rFonts w:ascii="Corbel" w:hAnsi="Corbel"/>
              </w:rPr>
              <w:t>http://www.prezi.com</w:t>
            </w:r>
          </w:p>
          <w:p w14:paraId="5D0634C7" w14:textId="77777777" w:rsidR="007A69C4" w:rsidRPr="00AD3FE4" w:rsidRDefault="007A69C4" w:rsidP="0049782C">
            <w:pPr>
              <w:spacing w:after="0" w:line="240" w:lineRule="auto"/>
              <w:rPr>
                <w:rFonts w:ascii="Corbel" w:hAnsi="Corbel"/>
              </w:rPr>
            </w:pPr>
            <w:r w:rsidRPr="006F2E3D">
              <w:rPr>
                <w:u w:val="single"/>
              </w:rPr>
              <w:t>https://www.eureka.ur.edu.pl</w:t>
            </w:r>
          </w:p>
        </w:tc>
      </w:tr>
      <w:tr w:rsidR="007A69C4" w:rsidRPr="00AF4A52" w14:paraId="2C664C23" w14:textId="77777777" w:rsidTr="0049782C">
        <w:tc>
          <w:tcPr>
            <w:tcW w:w="7513" w:type="dxa"/>
          </w:tcPr>
          <w:p w14:paraId="3CE6B149" w14:textId="77777777" w:rsidR="007A69C4" w:rsidRPr="00AD3FE4" w:rsidRDefault="007A69C4" w:rsidP="004978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3FE4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792C1D20" w14:textId="77777777" w:rsidR="007A69C4" w:rsidRPr="00AD3FE4" w:rsidRDefault="007A69C4" w:rsidP="0049782C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Jędrzejko M.Z., Taper A., Kozłowski T., </w:t>
            </w:r>
            <w:r w:rsidRPr="00550FDC">
              <w:rPr>
                <w:rFonts w:ascii="Corbel" w:hAnsi="Corbel"/>
                <w:i/>
              </w:rPr>
              <w:t>Cyberzaburzenia, cyberuzależnienia. Mechanizmy i diagnoza</w:t>
            </w:r>
            <w:r>
              <w:rPr>
                <w:rFonts w:ascii="Corbel" w:hAnsi="Corbel"/>
              </w:rPr>
              <w:t>, Warszawa-Ostrowiec Świętokrzyski 2020.</w:t>
            </w:r>
          </w:p>
        </w:tc>
      </w:tr>
    </w:tbl>
    <w:p w14:paraId="77563D71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801A93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88636D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65B2743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FE06F1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5CF79D" w14:textId="77777777" w:rsidR="00066E2B" w:rsidRPr="00017BFC" w:rsidRDefault="00066E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66E2B" w:rsidRPr="00017BFC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E93EE05" w14:textId="77777777"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1F1831" w14:textId="77777777"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FC6F2" w14:textId="77777777" w:rsidR="00AB4254" w:rsidRPr="00017BFC" w:rsidRDefault="00AB4254" w:rsidP="00AB42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B4254" w:rsidRPr="00017BF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C90D1" w14:textId="77777777" w:rsidR="004C0E5F" w:rsidRDefault="004C0E5F" w:rsidP="00C16ABF">
      <w:pPr>
        <w:spacing w:after="0" w:line="240" w:lineRule="auto"/>
      </w:pPr>
      <w:r>
        <w:separator/>
      </w:r>
    </w:p>
  </w:endnote>
  <w:endnote w:type="continuationSeparator" w:id="0">
    <w:p w14:paraId="5C0C2FB5" w14:textId="77777777" w:rsidR="004C0E5F" w:rsidRDefault="004C0E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34608" w14:textId="77777777" w:rsidR="004C0E5F" w:rsidRDefault="004C0E5F" w:rsidP="00C16ABF">
      <w:pPr>
        <w:spacing w:after="0" w:line="240" w:lineRule="auto"/>
      </w:pPr>
      <w:r>
        <w:separator/>
      </w:r>
    </w:p>
  </w:footnote>
  <w:footnote w:type="continuationSeparator" w:id="0">
    <w:p w14:paraId="4E58C23B" w14:textId="77777777" w:rsidR="004C0E5F" w:rsidRDefault="004C0E5F" w:rsidP="00C16ABF">
      <w:pPr>
        <w:spacing w:after="0" w:line="240" w:lineRule="auto"/>
      </w:pPr>
      <w:r>
        <w:continuationSeparator/>
      </w:r>
    </w:p>
  </w:footnote>
  <w:footnote w:id="1">
    <w:p w14:paraId="579AD74D" w14:textId="77777777" w:rsidR="0037700B" w:rsidRDefault="0037700B" w:rsidP="00377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BFC"/>
    <w:rsid w:val="00022ECE"/>
    <w:rsid w:val="00042A51"/>
    <w:rsid w:val="00042D2E"/>
    <w:rsid w:val="00044C82"/>
    <w:rsid w:val="00066E2B"/>
    <w:rsid w:val="00070ED6"/>
    <w:rsid w:val="00072F31"/>
    <w:rsid w:val="000742DC"/>
    <w:rsid w:val="00084C12"/>
    <w:rsid w:val="000858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8F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366"/>
    <w:rsid w:val="00176083"/>
    <w:rsid w:val="00177A7F"/>
    <w:rsid w:val="00187DC3"/>
    <w:rsid w:val="00192F37"/>
    <w:rsid w:val="001A11FF"/>
    <w:rsid w:val="001A597B"/>
    <w:rsid w:val="001A70D2"/>
    <w:rsid w:val="001D657B"/>
    <w:rsid w:val="001D7B54"/>
    <w:rsid w:val="001E0209"/>
    <w:rsid w:val="001F2A61"/>
    <w:rsid w:val="001F2CA2"/>
    <w:rsid w:val="002144C0"/>
    <w:rsid w:val="0022477D"/>
    <w:rsid w:val="002257C8"/>
    <w:rsid w:val="002278A9"/>
    <w:rsid w:val="002336F9"/>
    <w:rsid w:val="0024028F"/>
    <w:rsid w:val="00244ABC"/>
    <w:rsid w:val="00281FF2"/>
    <w:rsid w:val="002835D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5F4"/>
    <w:rsid w:val="002D3375"/>
    <w:rsid w:val="002D73D4"/>
    <w:rsid w:val="002F02A3"/>
    <w:rsid w:val="002F4ABE"/>
    <w:rsid w:val="003018BA"/>
    <w:rsid w:val="0030395F"/>
    <w:rsid w:val="00304BCF"/>
    <w:rsid w:val="00305C92"/>
    <w:rsid w:val="003060ED"/>
    <w:rsid w:val="003151C5"/>
    <w:rsid w:val="003343CF"/>
    <w:rsid w:val="00346FE9"/>
    <w:rsid w:val="0034759A"/>
    <w:rsid w:val="003503F6"/>
    <w:rsid w:val="003530DD"/>
    <w:rsid w:val="00363F78"/>
    <w:rsid w:val="0037700B"/>
    <w:rsid w:val="0038552F"/>
    <w:rsid w:val="00395AF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1F16"/>
    <w:rsid w:val="00445970"/>
    <w:rsid w:val="00461EFC"/>
    <w:rsid w:val="004652C2"/>
    <w:rsid w:val="004706D1"/>
    <w:rsid w:val="00471326"/>
    <w:rsid w:val="0047598D"/>
    <w:rsid w:val="004840FD"/>
    <w:rsid w:val="0048508E"/>
    <w:rsid w:val="00490F7D"/>
    <w:rsid w:val="00491678"/>
    <w:rsid w:val="00491CFC"/>
    <w:rsid w:val="004968E2"/>
    <w:rsid w:val="004A3EEA"/>
    <w:rsid w:val="004A4D1F"/>
    <w:rsid w:val="004B4E34"/>
    <w:rsid w:val="004C0E5F"/>
    <w:rsid w:val="004D5282"/>
    <w:rsid w:val="004D7C4A"/>
    <w:rsid w:val="004F1551"/>
    <w:rsid w:val="004F55A3"/>
    <w:rsid w:val="0050496F"/>
    <w:rsid w:val="00513B6F"/>
    <w:rsid w:val="00517C63"/>
    <w:rsid w:val="0053327E"/>
    <w:rsid w:val="005363C4"/>
    <w:rsid w:val="00536BDE"/>
    <w:rsid w:val="00543ACC"/>
    <w:rsid w:val="0056696D"/>
    <w:rsid w:val="00592BB1"/>
    <w:rsid w:val="0059484D"/>
    <w:rsid w:val="005A0855"/>
    <w:rsid w:val="005A3196"/>
    <w:rsid w:val="005C080F"/>
    <w:rsid w:val="005C55E5"/>
    <w:rsid w:val="005C637F"/>
    <w:rsid w:val="005C696A"/>
    <w:rsid w:val="005E6E85"/>
    <w:rsid w:val="005F1FF0"/>
    <w:rsid w:val="005F31D2"/>
    <w:rsid w:val="0061029B"/>
    <w:rsid w:val="00617230"/>
    <w:rsid w:val="00621CE1"/>
    <w:rsid w:val="00627FC9"/>
    <w:rsid w:val="00647FA8"/>
    <w:rsid w:val="00650C5F"/>
    <w:rsid w:val="006526D6"/>
    <w:rsid w:val="00654934"/>
    <w:rsid w:val="006620D9"/>
    <w:rsid w:val="00671958"/>
    <w:rsid w:val="00675843"/>
    <w:rsid w:val="00694F0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507"/>
    <w:rsid w:val="00724677"/>
    <w:rsid w:val="00725459"/>
    <w:rsid w:val="00727EEE"/>
    <w:rsid w:val="007327BD"/>
    <w:rsid w:val="00734608"/>
    <w:rsid w:val="00745302"/>
    <w:rsid w:val="007461D6"/>
    <w:rsid w:val="00746EC8"/>
    <w:rsid w:val="00763BF1"/>
    <w:rsid w:val="00766FD4"/>
    <w:rsid w:val="00776018"/>
    <w:rsid w:val="0078168C"/>
    <w:rsid w:val="00787C2A"/>
    <w:rsid w:val="00790E27"/>
    <w:rsid w:val="007A265C"/>
    <w:rsid w:val="007A4022"/>
    <w:rsid w:val="007A69C4"/>
    <w:rsid w:val="007A6E6E"/>
    <w:rsid w:val="007B176A"/>
    <w:rsid w:val="007B5707"/>
    <w:rsid w:val="007B7FDF"/>
    <w:rsid w:val="007C3299"/>
    <w:rsid w:val="007C3BCC"/>
    <w:rsid w:val="007C4546"/>
    <w:rsid w:val="007D6E56"/>
    <w:rsid w:val="007F2AC7"/>
    <w:rsid w:val="007F4155"/>
    <w:rsid w:val="0081554D"/>
    <w:rsid w:val="0081707E"/>
    <w:rsid w:val="008359DF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719"/>
    <w:rsid w:val="009508DF"/>
    <w:rsid w:val="00950DAC"/>
    <w:rsid w:val="00954A07"/>
    <w:rsid w:val="00963312"/>
    <w:rsid w:val="00986DAD"/>
    <w:rsid w:val="00997F14"/>
    <w:rsid w:val="009A78D9"/>
    <w:rsid w:val="009C3E31"/>
    <w:rsid w:val="009C502E"/>
    <w:rsid w:val="009C54AE"/>
    <w:rsid w:val="009C788E"/>
    <w:rsid w:val="009D3F3B"/>
    <w:rsid w:val="009E0543"/>
    <w:rsid w:val="009E3B41"/>
    <w:rsid w:val="009F3C5C"/>
    <w:rsid w:val="009F4610"/>
    <w:rsid w:val="00A00ECC"/>
    <w:rsid w:val="00A063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F45"/>
    <w:rsid w:val="00A97DE1"/>
    <w:rsid w:val="00AB053C"/>
    <w:rsid w:val="00AB4254"/>
    <w:rsid w:val="00AC73B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0F"/>
    <w:rsid w:val="00B3130B"/>
    <w:rsid w:val="00B40ADB"/>
    <w:rsid w:val="00B40E3A"/>
    <w:rsid w:val="00B43B77"/>
    <w:rsid w:val="00B43E80"/>
    <w:rsid w:val="00B607DB"/>
    <w:rsid w:val="00B66529"/>
    <w:rsid w:val="00B75946"/>
    <w:rsid w:val="00B8056E"/>
    <w:rsid w:val="00B819C8"/>
    <w:rsid w:val="00B822F9"/>
    <w:rsid w:val="00B82308"/>
    <w:rsid w:val="00B90885"/>
    <w:rsid w:val="00B93E72"/>
    <w:rsid w:val="00BB3DB5"/>
    <w:rsid w:val="00BB520A"/>
    <w:rsid w:val="00BD2DE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FA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A5"/>
    <w:rsid w:val="00D8075B"/>
    <w:rsid w:val="00D82D83"/>
    <w:rsid w:val="00D8678B"/>
    <w:rsid w:val="00DA2114"/>
    <w:rsid w:val="00DB6A4E"/>
    <w:rsid w:val="00DC3A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CB5"/>
    <w:rsid w:val="00E8107D"/>
    <w:rsid w:val="00E933DF"/>
    <w:rsid w:val="00E960BB"/>
    <w:rsid w:val="00EA2074"/>
    <w:rsid w:val="00EA4832"/>
    <w:rsid w:val="00EA4E9D"/>
    <w:rsid w:val="00EA5B55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97BA6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25BBC"/>
  <w15:docId w15:val="{FDDD7D38-34BF-4A07-983B-F237CACB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5C637F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5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F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5F4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5224F-6684-41E3-8F73-006736D4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1043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3</cp:revision>
  <cp:lastPrinted>2019-02-06T12:12:00Z</cp:lastPrinted>
  <dcterms:created xsi:type="dcterms:W3CDTF">2024-09-26T11:59:00Z</dcterms:created>
  <dcterms:modified xsi:type="dcterms:W3CDTF">2024-09-26T12:01:00Z</dcterms:modified>
</cp:coreProperties>
</file>